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DEA" w:rsidRPr="00124945" w:rsidRDefault="00603DEA" w:rsidP="00603DEA">
      <w:pPr>
        <w:pStyle w:val="Header"/>
        <w:jc w:val="center"/>
        <w:rPr>
          <w:b/>
        </w:rPr>
      </w:pPr>
      <w:r w:rsidRPr="00124945">
        <w:rPr>
          <w:b/>
        </w:rPr>
        <w:t xml:space="preserve">IS 281- Joseph B. </w:t>
      </w:r>
      <w:proofErr w:type="spellStart"/>
      <w:r w:rsidRPr="00124945">
        <w:rPr>
          <w:b/>
        </w:rPr>
        <w:t>Cavallaro</w:t>
      </w:r>
      <w:proofErr w:type="spellEnd"/>
    </w:p>
    <w:p w:rsidR="00603DEA" w:rsidRPr="00124945" w:rsidRDefault="00603DEA" w:rsidP="00603DEA">
      <w:pPr>
        <w:pStyle w:val="Header"/>
        <w:jc w:val="center"/>
        <w:rPr>
          <w:b/>
          <w:sz w:val="20"/>
          <w:szCs w:val="20"/>
        </w:rPr>
      </w:pPr>
      <w:r w:rsidRPr="00124945">
        <w:rPr>
          <w:b/>
          <w:sz w:val="20"/>
          <w:szCs w:val="20"/>
        </w:rPr>
        <w:t>8787 24</w:t>
      </w:r>
      <w:r w:rsidRPr="00124945">
        <w:rPr>
          <w:b/>
          <w:sz w:val="20"/>
          <w:szCs w:val="20"/>
          <w:vertAlign w:val="superscript"/>
        </w:rPr>
        <w:t>th</w:t>
      </w:r>
      <w:r w:rsidRPr="00124945">
        <w:rPr>
          <w:b/>
          <w:sz w:val="20"/>
          <w:szCs w:val="20"/>
        </w:rPr>
        <w:t xml:space="preserve"> Ave.</w:t>
      </w:r>
    </w:p>
    <w:p w:rsidR="00137C8A" w:rsidRDefault="00603DEA" w:rsidP="00603DEA">
      <w:pPr>
        <w:pStyle w:val="Header"/>
        <w:jc w:val="center"/>
        <w:rPr>
          <w:b/>
          <w:sz w:val="20"/>
          <w:szCs w:val="20"/>
        </w:rPr>
      </w:pPr>
      <w:r w:rsidRPr="00124945">
        <w:rPr>
          <w:b/>
          <w:sz w:val="20"/>
          <w:szCs w:val="20"/>
        </w:rPr>
        <w:t>Brooklyn, NY  11214</w:t>
      </w:r>
    </w:p>
    <w:p w:rsidR="00603DEA" w:rsidRPr="00124945" w:rsidRDefault="00603DEA" w:rsidP="00603DEA">
      <w:pPr>
        <w:pStyle w:val="Header"/>
        <w:jc w:val="center"/>
        <w:rPr>
          <w:b/>
          <w:sz w:val="20"/>
          <w:szCs w:val="20"/>
        </w:rPr>
      </w:pPr>
    </w:p>
    <w:p w:rsidR="00603DEA" w:rsidRPr="00137C8A" w:rsidRDefault="00603DEA" w:rsidP="00603DEA">
      <w:pPr>
        <w:pStyle w:val="Header"/>
        <w:jc w:val="center"/>
        <w:rPr>
          <w:b/>
          <w:sz w:val="20"/>
        </w:rPr>
      </w:pPr>
      <w:r w:rsidRPr="00137C8A">
        <w:rPr>
          <w:b/>
          <w:sz w:val="20"/>
        </w:rPr>
        <w:t>Ms. M. Bender, Principal</w:t>
      </w:r>
    </w:p>
    <w:p w:rsidR="00603DEA" w:rsidRPr="00124945" w:rsidRDefault="00603DEA" w:rsidP="00124945">
      <w:pPr>
        <w:pStyle w:val="Header"/>
        <w:rPr>
          <w:b/>
        </w:rPr>
      </w:pPr>
    </w:p>
    <w:p w:rsidR="00124945" w:rsidRDefault="00124945" w:rsidP="00124945">
      <w:pPr>
        <w:pStyle w:val="Header"/>
        <w:tabs>
          <w:tab w:val="clear" w:pos="4680"/>
          <w:tab w:val="clear" w:pos="9360"/>
        </w:tabs>
        <w:rPr>
          <w:u w:val="single"/>
        </w:rPr>
      </w:pPr>
      <w:r>
        <w:rPr>
          <w:u w:val="single"/>
        </w:rPr>
        <w:t>Name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Class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24945" w:rsidRDefault="00124945" w:rsidP="00124945">
      <w:pPr>
        <w:pStyle w:val="Header"/>
        <w:tabs>
          <w:tab w:val="clear" w:pos="4680"/>
          <w:tab w:val="clear" w:pos="9360"/>
        </w:tabs>
        <w:rPr>
          <w:u w:val="single"/>
        </w:rPr>
      </w:pPr>
      <w:r>
        <w:rPr>
          <w:u w:val="single"/>
        </w:rPr>
        <w:t>Teacher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Date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865A9A" w:rsidRPr="00124945" w:rsidRDefault="00865A9A" w:rsidP="00124945">
      <w:pPr>
        <w:pStyle w:val="Header"/>
        <w:rPr>
          <w:u w:val="single"/>
        </w:rPr>
      </w:pPr>
    </w:p>
    <w:tbl>
      <w:tblPr>
        <w:tblW w:w="0" w:type="auto"/>
        <w:tblLook w:val="04A0"/>
      </w:tblPr>
      <w:tblGrid>
        <w:gridCol w:w="3192"/>
        <w:gridCol w:w="3192"/>
        <w:gridCol w:w="3192"/>
      </w:tblGrid>
      <w:tr w:rsidR="00865A9A" w:rsidRPr="00124945">
        <w:trPr>
          <w:trHeight w:val="1961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D61" w:rsidRPr="00124945" w:rsidRDefault="00AB4D61" w:rsidP="00531FC0">
            <w:pPr>
              <w:rPr>
                <w:b/>
                <w:i/>
                <w:color w:val="000000"/>
                <w:sz w:val="18"/>
                <w:szCs w:val="18"/>
                <w:shd w:val="clear" w:color="auto" w:fill="FFFFFF"/>
              </w:rPr>
            </w:pPr>
            <w:r w:rsidRPr="00124945">
              <w:rPr>
                <w:b/>
                <w:i/>
                <w:color w:val="000000"/>
                <w:sz w:val="18"/>
                <w:szCs w:val="18"/>
                <w:shd w:val="clear" w:color="auto" w:fill="FFFFFF"/>
              </w:rPr>
              <w:t>Unit 2 - Final Performance Task</w:t>
            </w:r>
          </w:p>
          <w:p w:rsidR="00AB4D61" w:rsidRPr="00124945" w:rsidRDefault="00AB4D61" w:rsidP="00531FC0">
            <w:pPr>
              <w:rPr>
                <w:b/>
                <w:i/>
                <w:color w:val="000000"/>
                <w:sz w:val="18"/>
                <w:szCs w:val="18"/>
                <w:shd w:val="clear" w:color="auto" w:fill="FFFFFF"/>
              </w:rPr>
            </w:pPr>
            <w:r w:rsidRPr="00124945">
              <w:rPr>
                <w:b/>
                <w:i/>
                <w:color w:val="000000"/>
                <w:sz w:val="18"/>
                <w:szCs w:val="18"/>
                <w:shd w:val="clear" w:color="auto" w:fill="FFFFFF"/>
              </w:rPr>
              <w:t>Ratios &amp; Proportional Reasoning</w:t>
            </w:r>
          </w:p>
          <w:p w:rsidR="00AB4D61" w:rsidRPr="00124945" w:rsidRDefault="00AB4D61" w:rsidP="00531FC0">
            <w:pPr>
              <w:rPr>
                <w:b/>
                <w:i/>
                <w:color w:val="000000"/>
                <w:sz w:val="18"/>
                <w:szCs w:val="18"/>
                <w:shd w:val="clear" w:color="auto" w:fill="FFFFFF"/>
              </w:rPr>
            </w:pPr>
          </w:p>
          <w:p w:rsidR="00AB4D61" w:rsidRPr="00124945" w:rsidRDefault="00AB4D61" w:rsidP="00531FC0">
            <w:pPr>
              <w:rPr>
                <w:b/>
                <w:i/>
                <w:color w:val="000000"/>
                <w:sz w:val="18"/>
                <w:szCs w:val="18"/>
                <w:shd w:val="clear" w:color="auto" w:fill="FFFFFF"/>
              </w:rPr>
            </w:pPr>
            <w:r w:rsidRPr="00124945">
              <w:rPr>
                <w:b/>
                <w:i/>
                <w:color w:val="000000"/>
                <w:sz w:val="18"/>
                <w:szCs w:val="18"/>
                <w:shd w:val="clear" w:color="auto" w:fill="FFFFFF"/>
              </w:rPr>
              <w:t>6.RP.1</w:t>
            </w:r>
          </w:p>
          <w:p w:rsidR="00531FC0" w:rsidRPr="00124945" w:rsidRDefault="00531FC0" w:rsidP="00531FC0">
            <w:pPr>
              <w:rPr>
                <w:b/>
                <w:i/>
                <w:color w:val="000000"/>
                <w:sz w:val="18"/>
                <w:szCs w:val="18"/>
                <w:shd w:val="clear" w:color="auto" w:fill="FFFFFF"/>
              </w:rPr>
            </w:pPr>
            <w:r w:rsidRPr="00124945">
              <w:rPr>
                <w:b/>
                <w:i/>
                <w:color w:val="000000"/>
                <w:sz w:val="18"/>
                <w:szCs w:val="18"/>
                <w:shd w:val="clear" w:color="auto" w:fill="FFFFFF"/>
              </w:rPr>
              <w:t>6.RP.2</w:t>
            </w:r>
          </w:p>
          <w:p w:rsidR="00AB4D61" w:rsidRPr="00124945" w:rsidRDefault="00AB4D61" w:rsidP="00531FC0">
            <w:pPr>
              <w:rPr>
                <w:b/>
                <w:i/>
                <w:color w:val="000000"/>
                <w:sz w:val="18"/>
                <w:szCs w:val="18"/>
                <w:shd w:val="clear" w:color="auto" w:fill="FFFFFF"/>
              </w:rPr>
            </w:pPr>
            <w:r w:rsidRPr="00124945">
              <w:rPr>
                <w:b/>
                <w:i/>
                <w:color w:val="000000"/>
                <w:sz w:val="18"/>
                <w:szCs w:val="18"/>
                <w:shd w:val="clear" w:color="auto" w:fill="FFFFFF"/>
              </w:rPr>
              <w:t>6.RP.3a</w:t>
            </w:r>
          </w:p>
          <w:p w:rsidR="00531FC0" w:rsidRPr="00124945" w:rsidRDefault="00531FC0" w:rsidP="00531FC0">
            <w:pPr>
              <w:rPr>
                <w:b/>
                <w:i/>
                <w:sz w:val="18"/>
                <w:szCs w:val="18"/>
              </w:rPr>
            </w:pPr>
            <w:r w:rsidRPr="00124945">
              <w:rPr>
                <w:b/>
                <w:i/>
                <w:sz w:val="18"/>
                <w:szCs w:val="18"/>
              </w:rPr>
              <w:t>6.RP.3b</w:t>
            </w:r>
          </w:p>
          <w:p w:rsidR="00531FC0" w:rsidRPr="00124945" w:rsidRDefault="00531FC0" w:rsidP="00531FC0">
            <w:pPr>
              <w:rPr>
                <w:b/>
                <w:i/>
                <w:sz w:val="18"/>
                <w:szCs w:val="18"/>
              </w:rPr>
            </w:pPr>
            <w:r w:rsidRPr="00124945">
              <w:rPr>
                <w:b/>
                <w:i/>
                <w:sz w:val="18"/>
                <w:szCs w:val="18"/>
              </w:rPr>
              <w:t>6.RP.3c</w:t>
            </w:r>
          </w:p>
          <w:p w:rsidR="00AB4D61" w:rsidRPr="00124945" w:rsidRDefault="00AB4D61" w:rsidP="00AB4D61">
            <w:pPr>
              <w:rPr>
                <w:b/>
                <w:i/>
                <w:sz w:val="18"/>
                <w:szCs w:val="18"/>
              </w:rPr>
            </w:pPr>
            <w:r w:rsidRPr="00124945">
              <w:rPr>
                <w:b/>
                <w:i/>
                <w:sz w:val="18"/>
                <w:szCs w:val="18"/>
              </w:rPr>
              <w:t>6.RP.3c</w:t>
            </w:r>
          </w:p>
          <w:p w:rsidR="00865A9A" w:rsidRPr="00124945" w:rsidRDefault="00865A9A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3192" w:type="dxa"/>
            <w:tcBorders>
              <w:left w:val="single" w:sz="4" w:space="0" w:color="auto"/>
            </w:tcBorders>
          </w:tcPr>
          <w:p w:rsidR="00865A9A" w:rsidRPr="00124945" w:rsidRDefault="009C237E" w:rsidP="007405D5">
            <w:pPr>
              <w:jc w:val="center"/>
            </w:pPr>
            <w:r w:rsidRPr="00124945">
              <w:rPr>
                <w:noProof/>
              </w:rPr>
              <w:drawing>
                <wp:inline distT="0" distB="0" distL="0" distR="0">
                  <wp:extent cx="1345924" cy="891435"/>
                  <wp:effectExtent l="19050" t="0" r="6626" b="0"/>
                  <wp:docPr id="5" name="rg_hi" descr="https://encrypted-tbn2.gstatic.com/images?q=tbn:ANd9GcTRA9YtwG-n_Nvg4kWMq6tQfAN3mmi1go-kEziECHvNf60OhaU_M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2.gstatic.com/images?q=tbn:ANd9GcTRA9YtwG-n_Nvg4kWMq6tQfAN3mmi1go-kEziECHvNf60OhaU_M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5753" cy="8913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865A9A" w:rsidRPr="00124945" w:rsidRDefault="00AB4D61" w:rsidP="007405D5">
            <w:pPr>
              <w:jc w:val="center"/>
            </w:pPr>
            <w:r w:rsidRPr="00124945">
              <w:rPr>
                <w:noProof/>
              </w:rPr>
              <w:drawing>
                <wp:inline distT="0" distB="0" distL="0" distR="0">
                  <wp:extent cx="1682750" cy="1365250"/>
                  <wp:effectExtent l="19050" t="0" r="0" b="0"/>
                  <wp:docPr id="1" name="Picture 1" descr="baby rubr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by rubr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2750" cy="1365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24945"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3914775</wp:posOffset>
                  </wp:positionH>
                  <wp:positionV relativeFrom="paragraph">
                    <wp:posOffset>1657350</wp:posOffset>
                  </wp:positionV>
                  <wp:extent cx="1800225" cy="1457325"/>
                  <wp:effectExtent l="19050" t="0" r="9525" b="0"/>
                  <wp:wrapNone/>
                  <wp:docPr id="4" name="Picture 1" descr="C:\Documents and Settings\admin\My Documents\Dropbox\CCLS Math\Rubrics\baby rubr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\My Documents\Dropbox\CCLS Math\Rubrics\baby rubr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457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124945">
              <w:rPr>
                <w:noProof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3914775</wp:posOffset>
                  </wp:positionH>
                  <wp:positionV relativeFrom="paragraph">
                    <wp:posOffset>1657350</wp:posOffset>
                  </wp:positionV>
                  <wp:extent cx="1800225" cy="1457325"/>
                  <wp:effectExtent l="19050" t="0" r="9525" b="0"/>
                  <wp:wrapNone/>
                  <wp:docPr id="3" name="Picture 1" descr="C:\Documents and Settings\admin\My Documents\Dropbox\CCLS Math\Rubrics\baby rubr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\My Documents\Dropbox\CCLS Math\Rubrics\baby rubr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457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124945">
              <w:rPr>
                <w:noProof/>
              </w:rPr>
              <w:drawing>
                <wp:anchor distT="0" distB="0" distL="114300" distR="114300" simplePos="0" relativeHeight="251656192" behindDoc="1" locked="0" layoutInCell="1" allowOverlap="1">
                  <wp:simplePos x="0" y="0"/>
                  <wp:positionH relativeFrom="column">
                    <wp:posOffset>3914775</wp:posOffset>
                  </wp:positionH>
                  <wp:positionV relativeFrom="paragraph">
                    <wp:posOffset>1657350</wp:posOffset>
                  </wp:positionV>
                  <wp:extent cx="1800225" cy="1457325"/>
                  <wp:effectExtent l="19050" t="0" r="9525" b="0"/>
                  <wp:wrapNone/>
                  <wp:docPr id="2" name="Picture 1" descr="C:\Documents and Settings\admin\My Documents\Dropbox\CCLS Math\Rubrics\baby rubr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\My Documents\Dropbox\CCLS Math\Rubrics\baby rubr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457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34981" w:rsidRPr="00124945">
        <w:tc>
          <w:tcPr>
            <w:tcW w:w="9576" w:type="dxa"/>
            <w:gridSpan w:val="3"/>
          </w:tcPr>
          <w:p w:rsidR="00934981" w:rsidRPr="00124945" w:rsidRDefault="00934981" w:rsidP="00934981">
            <w:pPr>
              <w:rPr>
                <w:b/>
              </w:rPr>
            </w:pPr>
          </w:p>
          <w:p w:rsidR="00934981" w:rsidRPr="00124945" w:rsidRDefault="00934981" w:rsidP="00CB0F0A">
            <w:pPr>
              <w:rPr>
                <w:b/>
              </w:rPr>
            </w:pPr>
            <w:r w:rsidRPr="00124945">
              <w:rPr>
                <w:b/>
              </w:rPr>
              <w:t xml:space="preserve">Directions:  </w:t>
            </w:r>
            <w:r w:rsidR="00CB0F0A" w:rsidRPr="00124945">
              <w:rPr>
                <w:b/>
                <w:i/>
              </w:rPr>
              <w:t>You are invited to help Sasha Obama plan her 13</w:t>
            </w:r>
            <w:r w:rsidR="00CB0F0A" w:rsidRPr="00124945">
              <w:rPr>
                <w:b/>
                <w:i/>
                <w:vertAlign w:val="superscript"/>
              </w:rPr>
              <w:t>th</w:t>
            </w:r>
            <w:r w:rsidR="00CB0F0A" w:rsidRPr="00124945">
              <w:rPr>
                <w:b/>
                <w:i/>
              </w:rPr>
              <w:t xml:space="preserve"> birthday party.</w:t>
            </w:r>
            <w:r w:rsidR="00CB0F0A" w:rsidRPr="00124945">
              <w:rPr>
                <w:b/>
              </w:rPr>
              <w:t xml:space="preserve">  </w:t>
            </w:r>
            <w:r w:rsidRPr="00124945">
              <w:rPr>
                <w:b/>
              </w:rPr>
              <w:t>Answer each question.  Be sure to show your work and explain the process you used to find your answer.</w:t>
            </w:r>
          </w:p>
        </w:tc>
      </w:tr>
    </w:tbl>
    <w:p w:rsidR="00B61D12" w:rsidRPr="00124945" w:rsidRDefault="00934981" w:rsidP="007F278F">
      <w:r w:rsidRPr="00124945">
        <w:tab/>
      </w:r>
    </w:p>
    <w:p w:rsidR="00D93114" w:rsidRPr="00124945" w:rsidRDefault="00D93114" w:rsidP="007F278F"/>
    <w:p w:rsidR="00282DEA" w:rsidRPr="00124945" w:rsidRDefault="00282DEA" w:rsidP="007F278F">
      <w:pPr>
        <w:rPr>
          <w:b/>
          <w:u w:val="single"/>
        </w:rPr>
      </w:pPr>
      <w:r w:rsidRPr="00124945">
        <w:rPr>
          <w:b/>
          <w:u w:val="single"/>
        </w:rPr>
        <w:t>6.RP.1</w:t>
      </w:r>
    </w:p>
    <w:p w:rsidR="00BF0F9A" w:rsidRPr="00124945" w:rsidRDefault="00B61D12" w:rsidP="007F278F">
      <w:pPr>
        <w:rPr>
          <w:u w:val="single"/>
        </w:rPr>
      </w:pPr>
      <w:r w:rsidRPr="00124945">
        <w:rPr>
          <w:u w:val="single"/>
        </w:rPr>
        <w:t>Sasha is inviting 45 guests to her party.  The white house staff is baking 90 cupcakes.</w:t>
      </w:r>
      <w:r w:rsidR="00BF0F9A" w:rsidRPr="00124945">
        <w:rPr>
          <w:u w:val="single"/>
        </w:rPr>
        <w:t xml:space="preserve">  Write the ratio of guests to cupcakes three different ways. </w:t>
      </w:r>
    </w:p>
    <w:p w:rsidR="00D93114" w:rsidRPr="00124945" w:rsidRDefault="00D93114" w:rsidP="007F278F">
      <w:pPr>
        <w:rPr>
          <w:u w:val="single"/>
        </w:rPr>
      </w:pPr>
    </w:p>
    <w:p w:rsidR="00C05E81" w:rsidRPr="00124945" w:rsidRDefault="00D93114" w:rsidP="00D93114">
      <w:pPr>
        <w:spacing w:line="360" w:lineRule="auto"/>
        <w:rPr>
          <w:u w:val="single"/>
        </w:rPr>
      </w:pPr>
      <w:r w:rsidRPr="00124945">
        <w:rPr>
          <w:u w:val="single"/>
        </w:rPr>
        <w:t>1.</w:t>
      </w:r>
      <w:r w:rsidR="00C05E81" w:rsidRPr="00124945">
        <w:rPr>
          <w:u w:val="single"/>
        </w:rPr>
        <w:tab/>
      </w:r>
      <w:r w:rsidR="00C05E81" w:rsidRPr="00124945">
        <w:rPr>
          <w:u w:val="single"/>
        </w:rPr>
        <w:tab/>
      </w:r>
      <w:r w:rsidR="00C05E81" w:rsidRPr="00124945">
        <w:rPr>
          <w:u w:val="single"/>
        </w:rPr>
        <w:tab/>
      </w:r>
      <w:r w:rsidR="00C05E81" w:rsidRPr="00124945">
        <w:rPr>
          <w:u w:val="single"/>
        </w:rPr>
        <w:tab/>
      </w:r>
    </w:p>
    <w:p w:rsidR="00C05E81" w:rsidRPr="00124945" w:rsidRDefault="00D93114" w:rsidP="00D93114">
      <w:pPr>
        <w:spacing w:line="360" w:lineRule="auto"/>
        <w:rPr>
          <w:u w:val="single"/>
        </w:rPr>
      </w:pPr>
      <w:r w:rsidRPr="00124945">
        <w:rPr>
          <w:u w:val="single"/>
        </w:rPr>
        <w:t>2.</w:t>
      </w:r>
      <w:r w:rsidR="00C05E81" w:rsidRPr="00124945">
        <w:rPr>
          <w:u w:val="single"/>
        </w:rPr>
        <w:tab/>
      </w:r>
      <w:r w:rsidR="00C05E81" w:rsidRPr="00124945">
        <w:rPr>
          <w:u w:val="single"/>
        </w:rPr>
        <w:tab/>
      </w:r>
      <w:r w:rsidR="00C05E81" w:rsidRPr="00124945">
        <w:rPr>
          <w:u w:val="single"/>
        </w:rPr>
        <w:tab/>
      </w:r>
      <w:r w:rsidR="00C05E81" w:rsidRPr="00124945">
        <w:rPr>
          <w:u w:val="single"/>
        </w:rPr>
        <w:tab/>
      </w:r>
    </w:p>
    <w:p w:rsidR="00C05E81" w:rsidRPr="00124945" w:rsidRDefault="00D93114" w:rsidP="00D93114">
      <w:pPr>
        <w:spacing w:line="360" w:lineRule="auto"/>
        <w:rPr>
          <w:u w:val="single"/>
        </w:rPr>
      </w:pPr>
      <w:r w:rsidRPr="00124945">
        <w:rPr>
          <w:u w:val="single"/>
        </w:rPr>
        <w:t>3.</w:t>
      </w:r>
      <w:r w:rsidR="00C05E81" w:rsidRPr="00124945">
        <w:rPr>
          <w:u w:val="single"/>
        </w:rPr>
        <w:tab/>
      </w:r>
      <w:r w:rsidR="00C05E81" w:rsidRPr="00124945">
        <w:rPr>
          <w:u w:val="single"/>
        </w:rPr>
        <w:tab/>
      </w:r>
      <w:r w:rsidR="00C05E81" w:rsidRPr="00124945">
        <w:rPr>
          <w:u w:val="single"/>
        </w:rPr>
        <w:tab/>
      </w:r>
      <w:r w:rsidR="00C05E81" w:rsidRPr="00124945">
        <w:rPr>
          <w:u w:val="single"/>
        </w:rPr>
        <w:tab/>
      </w:r>
    </w:p>
    <w:p w:rsidR="007F278F" w:rsidRPr="00124945" w:rsidRDefault="007F278F" w:rsidP="007F278F"/>
    <w:p w:rsidR="00D93114" w:rsidRPr="00124945" w:rsidRDefault="00D93114" w:rsidP="007F278F"/>
    <w:p w:rsidR="00282DEA" w:rsidRPr="00124945" w:rsidRDefault="00282DEA" w:rsidP="00C05E81">
      <w:pPr>
        <w:rPr>
          <w:b/>
          <w:u w:val="single"/>
        </w:rPr>
      </w:pPr>
      <w:r w:rsidRPr="00124945">
        <w:rPr>
          <w:b/>
          <w:u w:val="single"/>
        </w:rPr>
        <w:t>6.RP.1</w:t>
      </w:r>
    </w:p>
    <w:p w:rsidR="00D93114" w:rsidRPr="00124945" w:rsidRDefault="00BF0F9A" w:rsidP="00C05E81">
      <w:pPr>
        <w:rPr>
          <w:u w:val="single"/>
        </w:rPr>
      </w:pPr>
      <w:r w:rsidRPr="00124945">
        <w:rPr>
          <w:u w:val="single"/>
        </w:rPr>
        <w:t>Then, w</w:t>
      </w:r>
      <w:r w:rsidR="00B61D12" w:rsidRPr="00124945">
        <w:rPr>
          <w:u w:val="single"/>
        </w:rPr>
        <w:t xml:space="preserve">rite a sentence to describe </w:t>
      </w:r>
      <w:r w:rsidRPr="00124945">
        <w:rPr>
          <w:u w:val="single"/>
        </w:rPr>
        <w:t xml:space="preserve">the ratio of guests to cupcakes.  Make sure </w:t>
      </w:r>
      <w:r w:rsidR="00AE7339" w:rsidRPr="00124945">
        <w:rPr>
          <w:u w:val="single"/>
        </w:rPr>
        <w:t>the ratio is</w:t>
      </w:r>
      <w:r w:rsidRPr="00124945">
        <w:rPr>
          <w:u w:val="single"/>
        </w:rPr>
        <w:t xml:space="preserve"> in simplest form.</w:t>
      </w:r>
      <w:r w:rsidR="00C05E81" w:rsidRPr="00124945">
        <w:rPr>
          <w:u w:val="single"/>
        </w:rPr>
        <w:tab/>
      </w:r>
    </w:p>
    <w:p w:rsidR="00622218" w:rsidRPr="00124945" w:rsidRDefault="00622218" w:rsidP="00C05E81">
      <w:pPr>
        <w:rPr>
          <w:u w:val="single"/>
        </w:rPr>
      </w:pPr>
    </w:p>
    <w:p w:rsidR="00BF0F9A" w:rsidRPr="00124945" w:rsidRDefault="00C05E81" w:rsidP="00D93114">
      <w:pPr>
        <w:spacing w:line="360" w:lineRule="auto"/>
        <w:rPr>
          <w:u w:val="single"/>
        </w:rPr>
      </w:pP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</w:p>
    <w:p w:rsidR="007F278F" w:rsidRPr="00124945" w:rsidRDefault="007F278F" w:rsidP="007F278F">
      <w:pPr>
        <w:rPr>
          <w:u w:val="single"/>
        </w:rPr>
      </w:pPr>
      <w:r w:rsidRPr="00124945">
        <w:rPr>
          <w:u w:val="single"/>
        </w:rPr>
        <w:t xml:space="preserve"> </w:t>
      </w:r>
    </w:p>
    <w:p w:rsidR="00D93114" w:rsidRPr="00124945" w:rsidRDefault="00D93114" w:rsidP="007F278F">
      <w:pPr>
        <w:rPr>
          <w:u w:val="single"/>
        </w:rPr>
      </w:pPr>
    </w:p>
    <w:p w:rsidR="00D93114" w:rsidRPr="00124945" w:rsidRDefault="00D93114">
      <w:pPr>
        <w:rPr>
          <w:b/>
          <w:u w:val="single"/>
        </w:rPr>
      </w:pPr>
      <w:r w:rsidRPr="00124945">
        <w:rPr>
          <w:b/>
          <w:u w:val="single"/>
        </w:rPr>
        <w:br w:type="page"/>
      </w:r>
    </w:p>
    <w:p w:rsidR="00282DEA" w:rsidRPr="00124945" w:rsidRDefault="00282DEA" w:rsidP="00C05E81">
      <w:pPr>
        <w:rPr>
          <w:b/>
          <w:u w:val="single"/>
        </w:rPr>
      </w:pPr>
      <w:r w:rsidRPr="00124945">
        <w:rPr>
          <w:b/>
          <w:u w:val="single"/>
        </w:rPr>
        <w:lastRenderedPageBreak/>
        <w:t>6.RP.2</w:t>
      </w:r>
    </w:p>
    <w:p w:rsidR="00D93114" w:rsidRPr="00124945" w:rsidRDefault="007F278F" w:rsidP="00C05E81">
      <w:pPr>
        <w:rPr>
          <w:u w:val="single"/>
        </w:rPr>
      </w:pPr>
      <w:r w:rsidRPr="00124945">
        <w:rPr>
          <w:u w:val="single"/>
        </w:rPr>
        <w:t xml:space="preserve">Sasha wants to make goodie bags for her guests to take home.  It costs $675 to make 45 goodie bags.  </w:t>
      </w:r>
      <w:r w:rsidR="00B8025F" w:rsidRPr="00124945">
        <w:rPr>
          <w:u w:val="single"/>
        </w:rPr>
        <w:t>Write a sentence to express this as a unit rate.</w:t>
      </w:r>
      <w:r w:rsidR="00C05E81" w:rsidRPr="00124945">
        <w:rPr>
          <w:u w:val="single"/>
        </w:rPr>
        <w:tab/>
      </w:r>
    </w:p>
    <w:p w:rsidR="00D93114" w:rsidRPr="00124945" w:rsidRDefault="00D93114" w:rsidP="00C05E81">
      <w:pPr>
        <w:rPr>
          <w:u w:val="single"/>
        </w:rPr>
      </w:pPr>
    </w:p>
    <w:p w:rsidR="00D93114" w:rsidRPr="00124945" w:rsidRDefault="00D93114" w:rsidP="00C05E81">
      <w:pPr>
        <w:rPr>
          <w:u w:val="single"/>
        </w:rPr>
      </w:pPr>
    </w:p>
    <w:p w:rsidR="00D93114" w:rsidRPr="00124945" w:rsidRDefault="00D93114" w:rsidP="00C05E81">
      <w:pPr>
        <w:rPr>
          <w:u w:val="single"/>
        </w:rPr>
      </w:pPr>
    </w:p>
    <w:p w:rsidR="00D93114" w:rsidRPr="00124945" w:rsidRDefault="00D93114" w:rsidP="00C05E81">
      <w:pPr>
        <w:rPr>
          <w:u w:val="single"/>
        </w:rPr>
      </w:pPr>
    </w:p>
    <w:p w:rsidR="00D93114" w:rsidRPr="00124945" w:rsidRDefault="00D93114" w:rsidP="00C05E81">
      <w:pPr>
        <w:rPr>
          <w:u w:val="single"/>
        </w:rPr>
      </w:pPr>
    </w:p>
    <w:p w:rsidR="005607FE" w:rsidRPr="00124945" w:rsidRDefault="00C05E81" w:rsidP="00622218">
      <w:pPr>
        <w:spacing w:line="360" w:lineRule="auto"/>
        <w:rPr>
          <w:u w:val="single"/>
        </w:rPr>
      </w:pP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</w:p>
    <w:p w:rsidR="005607FE" w:rsidRPr="00124945" w:rsidRDefault="005607FE" w:rsidP="007F278F"/>
    <w:p w:rsidR="00A00DD1" w:rsidRPr="00124945" w:rsidRDefault="00A00DD1" w:rsidP="007F278F"/>
    <w:p w:rsidR="00A00DD1" w:rsidRPr="00124945" w:rsidRDefault="00A00DD1" w:rsidP="007F278F"/>
    <w:p w:rsidR="00A00DD1" w:rsidRPr="00124945" w:rsidRDefault="00A00DD1" w:rsidP="007F278F"/>
    <w:p w:rsidR="00282DEA" w:rsidRPr="00124945" w:rsidRDefault="00282DEA" w:rsidP="007F278F">
      <w:pPr>
        <w:rPr>
          <w:b/>
          <w:u w:val="single"/>
        </w:rPr>
      </w:pPr>
      <w:r w:rsidRPr="00124945">
        <w:rPr>
          <w:b/>
          <w:u w:val="single"/>
        </w:rPr>
        <w:t>6.RP.3a</w:t>
      </w:r>
    </w:p>
    <w:p w:rsidR="003F328E" w:rsidRPr="00124945" w:rsidRDefault="0094212B" w:rsidP="007F278F">
      <w:r w:rsidRPr="00124945">
        <w:t xml:space="preserve">Malia is helping Sasha </w:t>
      </w:r>
      <w:r w:rsidR="00B67EE3" w:rsidRPr="00124945">
        <w:t>decide how much pizza to order.  Sasha started a ratio table.  Help her finish it and then answer the questions.</w:t>
      </w:r>
    </w:p>
    <w:p w:rsidR="00321A2B" w:rsidRPr="00124945" w:rsidRDefault="00321A2B" w:rsidP="007F278F"/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321A2B" w:rsidRPr="00124945">
        <w:tc>
          <w:tcPr>
            <w:tcW w:w="1915" w:type="dxa"/>
          </w:tcPr>
          <w:p w:rsidR="00321A2B" w:rsidRPr="00124945" w:rsidRDefault="00321A2B" w:rsidP="007F278F">
            <w:r w:rsidRPr="00124945">
              <w:t>Slices</w:t>
            </w:r>
          </w:p>
          <w:p w:rsidR="000B1453" w:rsidRPr="00124945" w:rsidRDefault="000B1453" w:rsidP="007F278F"/>
        </w:tc>
        <w:tc>
          <w:tcPr>
            <w:tcW w:w="1915" w:type="dxa"/>
            <w:vAlign w:val="center"/>
          </w:tcPr>
          <w:p w:rsidR="00321A2B" w:rsidRPr="00124945" w:rsidRDefault="004B048C" w:rsidP="000B1453">
            <w:pPr>
              <w:jc w:val="center"/>
            </w:pPr>
            <w:r>
              <w:t>3</w:t>
            </w:r>
          </w:p>
        </w:tc>
        <w:tc>
          <w:tcPr>
            <w:tcW w:w="1915" w:type="dxa"/>
            <w:vAlign w:val="center"/>
          </w:tcPr>
          <w:p w:rsidR="00321A2B" w:rsidRPr="00124945" w:rsidRDefault="004B048C" w:rsidP="000B1453">
            <w:pPr>
              <w:jc w:val="center"/>
            </w:pPr>
            <w:r>
              <w:t>27</w:t>
            </w:r>
          </w:p>
        </w:tc>
        <w:tc>
          <w:tcPr>
            <w:tcW w:w="1915" w:type="dxa"/>
            <w:vAlign w:val="center"/>
          </w:tcPr>
          <w:p w:rsidR="00321A2B" w:rsidRPr="00124945" w:rsidRDefault="00321A2B" w:rsidP="000B1453">
            <w:pPr>
              <w:jc w:val="center"/>
            </w:pPr>
            <w:r w:rsidRPr="00124945">
              <w:t>10</w:t>
            </w:r>
            <w:r w:rsidR="004B048C">
              <w:t>5</w:t>
            </w:r>
          </w:p>
        </w:tc>
        <w:tc>
          <w:tcPr>
            <w:tcW w:w="1916" w:type="dxa"/>
            <w:vAlign w:val="center"/>
          </w:tcPr>
          <w:p w:rsidR="00321A2B" w:rsidRPr="00124945" w:rsidRDefault="00321A2B" w:rsidP="000B1453">
            <w:pPr>
              <w:jc w:val="center"/>
            </w:pPr>
          </w:p>
        </w:tc>
      </w:tr>
      <w:tr w:rsidR="00321A2B" w:rsidRPr="00124945">
        <w:tc>
          <w:tcPr>
            <w:tcW w:w="1915" w:type="dxa"/>
          </w:tcPr>
          <w:p w:rsidR="00321A2B" w:rsidRPr="00124945" w:rsidRDefault="00321A2B" w:rsidP="007F278F">
            <w:r w:rsidRPr="00124945">
              <w:t>Guests</w:t>
            </w:r>
          </w:p>
          <w:p w:rsidR="000B1453" w:rsidRPr="00124945" w:rsidRDefault="000B1453" w:rsidP="007F278F"/>
        </w:tc>
        <w:tc>
          <w:tcPr>
            <w:tcW w:w="1915" w:type="dxa"/>
            <w:vAlign w:val="center"/>
          </w:tcPr>
          <w:p w:rsidR="00321A2B" w:rsidRPr="00124945" w:rsidRDefault="004B048C" w:rsidP="000B1453">
            <w:pPr>
              <w:jc w:val="center"/>
            </w:pPr>
            <w:r>
              <w:t>1</w:t>
            </w:r>
          </w:p>
        </w:tc>
        <w:tc>
          <w:tcPr>
            <w:tcW w:w="1915" w:type="dxa"/>
            <w:vAlign w:val="center"/>
          </w:tcPr>
          <w:p w:rsidR="00321A2B" w:rsidRPr="00124945" w:rsidRDefault="00321A2B" w:rsidP="000B1453">
            <w:pPr>
              <w:jc w:val="center"/>
            </w:pPr>
          </w:p>
        </w:tc>
        <w:tc>
          <w:tcPr>
            <w:tcW w:w="1915" w:type="dxa"/>
            <w:vAlign w:val="center"/>
          </w:tcPr>
          <w:p w:rsidR="00321A2B" w:rsidRPr="00124945" w:rsidRDefault="00321A2B" w:rsidP="000B1453">
            <w:pPr>
              <w:jc w:val="center"/>
            </w:pPr>
          </w:p>
        </w:tc>
        <w:tc>
          <w:tcPr>
            <w:tcW w:w="1916" w:type="dxa"/>
            <w:vAlign w:val="center"/>
          </w:tcPr>
          <w:p w:rsidR="00321A2B" w:rsidRPr="00124945" w:rsidRDefault="00321A2B" w:rsidP="000B1453">
            <w:pPr>
              <w:jc w:val="center"/>
            </w:pPr>
            <w:r w:rsidRPr="00124945">
              <w:t>45</w:t>
            </w:r>
          </w:p>
        </w:tc>
      </w:tr>
    </w:tbl>
    <w:p w:rsidR="00B67EE3" w:rsidRPr="00124945" w:rsidRDefault="00B67EE3" w:rsidP="007F278F"/>
    <w:p w:rsidR="00622218" w:rsidRPr="00124945" w:rsidRDefault="00622218" w:rsidP="007F278F">
      <w:pPr>
        <w:rPr>
          <w:u w:val="single"/>
        </w:rPr>
      </w:pPr>
    </w:p>
    <w:p w:rsidR="00622218" w:rsidRPr="00124945" w:rsidRDefault="00622218" w:rsidP="007F278F">
      <w:pPr>
        <w:rPr>
          <w:u w:val="single"/>
        </w:rPr>
      </w:pPr>
    </w:p>
    <w:p w:rsidR="00622218" w:rsidRPr="00124945" w:rsidRDefault="00622218" w:rsidP="007F278F">
      <w:pPr>
        <w:rPr>
          <w:u w:val="single"/>
        </w:rPr>
      </w:pPr>
    </w:p>
    <w:p w:rsidR="00622218" w:rsidRPr="00124945" w:rsidRDefault="00622218" w:rsidP="007F278F">
      <w:pPr>
        <w:rPr>
          <w:u w:val="single"/>
        </w:rPr>
      </w:pPr>
    </w:p>
    <w:p w:rsidR="00622218" w:rsidRPr="00124945" w:rsidRDefault="00622218" w:rsidP="007F278F">
      <w:pPr>
        <w:rPr>
          <w:u w:val="single"/>
        </w:rPr>
      </w:pPr>
    </w:p>
    <w:p w:rsidR="00622218" w:rsidRPr="00124945" w:rsidRDefault="00622218" w:rsidP="007F278F">
      <w:pPr>
        <w:rPr>
          <w:u w:val="single"/>
        </w:rPr>
      </w:pPr>
    </w:p>
    <w:p w:rsidR="00622218" w:rsidRPr="00124945" w:rsidRDefault="00622218" w:rsidP="007F278F">
      <w:pPr>
        <w:rPr>
          <w:u w:val="single"/>
        </w:rPr>
      </w:pPr>
    </w:p>
    <w:p w:rsidR="00622218" w:rsidRPr="00124945" w:rsidRDefault="00622218" w:rsidP="007F278F">
      <w:pPr>
        <w:rPr>
          <w:u w:val="single"/>
        </w:rPr>
      </w:pPr>
    </w:p>
    <w:p w:rsidR="00622218" w:rsidRPr="00124945" w:rsidRDefault="00622218" w:rsidP="007F278F">
      <w:pPr>
        <w:rPr>
          <w:u w:val="single"/>
        </w:rPr>
      </w:pPr>
    </w:p>
    <w:p w:rsidR="00622218" w:rsidRPr="00124945" w:rsidRDefault="00622218" w:rsidP="007F278F">
      <w:pPr>
        <w:rPr>
          <w:u w:val="single"/>
        </w:rPr>
      </w:pPr>
    </w:p>
    <w:p w:rsidR="00622218" w:rsidRPr="00124945" w:rsidRDefault="00622218" w:rsidP="007F278F">
      <w:pPr>
        <w:rPr>
          <w:u w:val="single"/>
        </w:rPr>
      </w:pPr>
    </w:p>
    <w:p w:rsidR="005958BB" w:rsidRPr="00124945" w:rsidRDefault="005607FE" w:rsidP="007F278F">
      <w:pPr>
        <w:rPr>
          <w:u w:val="single"/>
        </w:rPr>
      </w:pPr>
      <w:r w:rsidRPr="00124945">
        <w:rPr>
          <w:u w:val="single"/>
        </w:rPr>
        <w:t>How many slices will be needed for 45 guests?</w:t>
      </w:r>
    </w:p>
    <w:p w:rsidR="00CF08CC" w:rsidRPr="00124945" w:rsidRDefault="00CF08CC" w:rsidP="007F278F">
      <w:pPr>
        <w:rPr>
          <w:u w:val="single"/>
        </w:rPr>
      </w:pPr>
    </w:p>
    <w:p w:rsidR="005607FE" w:rsidRPr="00124945" w:rsidRDefault="005607FE" w:rsidP="007F278F">
      <w:pPr>
        <w:rPr>
          <w:u w:val="single"/>
        </w:rPr>
      </w:pP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</w:p>
    <w:p w:rsidR="005607FE" w:rsidRPr="00124945" w:rsidRDefault="005607FE" w:rsidP="007F278F">
      <w:pPr>
        <w:rPr>
          <w:u w:val="single"/>
        </w:rPr>
      </w:pPr>
    </w:p>
    <w:p w:rsidR="005958BB" w:rsidRPr="00124945" w:rsidRDefault="005958BB" w:rsidP="007F278F">
      <w:pPr>
        <w:rPr>
          <w:u w:val="single"/>
        </w:rPr>
      </w:pPr>
    </w:p>
    <w:p w:rsidR="005958BB" w:rsidRPr="00124945" w:rsidRDefault="005958BB" w:rsidP="007F278F">
      <w:pPr>
        <w:rPr>
          <w:u w:val="single"/>
        </w:rPr>
      </w:pPr>
    </w:p>
    <w:p w:rsidR="005958BB" w:rsidRPr="00124945" w:rsidRDefault="005958BB" w:rsidP="007F278F">
      <w:pPr>
        <w:rPr>
          <w:u w:val="single"/>
        </w:rPr>
      </w:pPr>
    </w:p>
    <w:p w:rsidR="005958BB" w:rsidRPr="00124945" w:rsidRDefault="005607FE" w:rsidP="007F278F">
      <w:pPr>
        <w:rPr>
          <w:u w:val="single"/>
        </w:rPr>
      </w:pPr>
      <w:r w:rsidRPr="00124945">
        <w:rPr>
          <w:u w:val="single"/>
        </w:rPr>
        <w:t>If there are 8 slices in a pie, how many pies would Sasha need to purchase so that everyone can have their fair share?</w:t>
      </w:r>
    </w:p>
    <w:p w:rsidR="00CF08CC" w:rsidRPr="00124945" w:rsidRDefault="00CF08CC" w:rsidP="007F278F">
      <w:pPr>
        <w:rPr>
          <w:u w:val="single"/>
        </w:rPr>
      </w:pPr>
    </w:p>
    <w:p w:rsidR="005607FE" w:rsidRPr="00124945" w:rsidRDefault="005607FE" w:rsidP="007F278F">
      <w:pPr>
        <w:rPr>
          <w:u w:val="single"/>
        </w:rPr>
      </w:pP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</w:p>
    <w:p w:rsidR="00282DEA" w:rsidRPr="00124945" w:rsidRDefault="00282DEA" w:rsidP="007F278F">
      <w:pPr>
        <w:rPr>
          <w:b/>
          <w:u w:val="single"/>
        </w:rPr>
      </w:pPr>
      <w:r w:rsidRPr="00124945">
        <w:rPr>
          <w:b/>
          <w:u w:val="single"/>
        </w:rPr>
        <w:lastRenderedPageBreak/>
        <w:t>6.RP.3b</w:t>
      </w:r>
    </w:p>
    <w:p w:rsidR="00726AF6" w:rsidRPr="00124945" w:rsidRDefault="00B662AB" w:rsidP="007F278F">
      <w:pPr>
        <w:rPr>
          <w:u w:val="single"/>
        </w:rPr>
      </w:pPr>
      <w:r w:rsidRPr="00124945">
        <w:rPr>
          <w:u w:val="single"/>
        </w:rPr>
        <w:t>There is going to be a potato-sack race on the front lawn of the White House.  If a guest can finish the 20 meter race in a minute, how many me</w:t>
      </w:r>
      <w:r w:rsidR="00726AF6" w:rsidRPr="00124945">
        <w:rPr>
          <w:u w:val="single"/>
        </w:rPr>
        <w:t>ters can they travel per second?</w:t>
      </w:r>
    </w:p>
    <w:p w:rsidR="00726AF6" w:rsidRPr="00124945" w:rsidRDefault="00726AF6" w:rsidP="007F278F">
      <w:pPr>
        <w:rPr>
          <w:u w:val="single"/>
        </w:rPr>
      </w:pPr>
    </w:p>
    <w:p w:rsidR="00726AF6" w:rsidRPr="00124945" w:rsidRDefault="00726AF6" w:rsidP="007F278F">
      <w:pPr>
        <w:rPr>
          <w:u w:val="single"/>
        </w:rPr>
      </w:pPr>
    </w:p>
    <w:p w:rsidR="00726AF6" w:rsidRPr="00124945" w:rsidRDefault="00726AF6" w:rsidP="007F278F">
      <w:pPr>
        <w:rPr>
          <w:u w:val="single"/>
        </w:rPr>
      </w:pPr>
    </w:p>
    <w:p w:rsidR="00726AF6" w:rsidRPr="00124945" w:rsidRDefault="00726AF6" w:rsidP="007F278F">
      <w:pPr>
        <w:rPr>
          <w:u w:val="single"/>
        </w:rPr>
      </w:pPr>
    </w:p>
    <w:p w:rsidR="00726AF6" w:rsidRPr="00124945" w:rsidRDefault="00726AF6" w:rsidP="007F278F">
      <w:pPr>
        <w:rPr>
          <w:u w:val="single"/>
        </w:rPr>
      </w:pPr>
    </w:p>
    <w:p w:rsidR="00B662AB" w:rsidRPr="00124945" w:rsidRDefault="00380021" w:rsidP="00726AF6">
      <w:pPr>
        <w:spacing w:line="360" w:lineRule="auto"/>
        <w:rPr>
          <w:u w:val="single"/>
        </w:rPr>
      </w:pP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</w:p>
    <w:p w:rsidR="000E3F10" w:rsidRPr="00124945" w:rsidRDefault="000E3F10" w:rsidP="007F278F">
      <w:pPr>
        <w:rPr>
          <w:u w:val="single"/>
        </w:rPr>
      </w:pPr>
    </w:p>
    <w:p w:rsidR="00004793" w:rsidRPr="00124945" w:rsidRDefault="00004793" w:rsidP="007F278F">
      <w:pPr>
        <w:rPr>
          <w:u w:val="single"/>
        </w:rPr>
      </w:pPr>
    </w:p>
    <w:p w:rsidR="00282DEA" w:rsidRPr="00124945" w:rsidRDefault="00282DEA" w:rsidP="007F278F">
      <w:pPr>
        <w:rPr>
          <w:b/>
          <w:u w:val="single"/>
        </w:rPr>
      </w:pPr>
      <w:r w:rsidRPr="00124945">
        <w:rPr>
          <w:b/>
          <w:u w:val="single"/>
        </w:rPr>
        <w:t>6.RP.3c</w:t>
      </w:r>
    </w:p>
    <w:p w:rsidR="00726AF6" w:rsidRPr="00124945" w:rsidRDefault="000E3F10" w:rsidP="007F278F">
      <w:pPr>
        <w:rPr>
          <w:u w:val="single"/>
        </w:rPr>
      </w:pPr>
      <w:r w:rsidRPr="00124945">
        <w:rPr>
          <w:u w:val="single"/>
        </w:rPr>
        <w:t>Sasha asked people to RSVP for the party.  45 people were invited and 60% said they are coming.  What is 60% of 45?</w:t>
      </w:r>
    </w:p>
    <w:p w:rsidR="00726AF6" w:rsidRPr="00124945" w:rsidRDefault="00726AF6" w:rsidP="007F278F">
      <w:pPr>
        <w:rPr>
          <w:u w:val="single"/>
        </w:rPr>
      </w:pPr>
    </w:p>
    <w:p w:rsidR="00726AF6" w:rsidRPr="00124945" w:rsidRDefault="00726AF6" w:rsidP="007F278F">
      <w:pPr>
        <w:rPr>
          <w:u w:val="single"/>
        </w:rPr>
      </w:pPr>
    </w:p>
    <w:p w:rsidR="00726AF6" w:rsidRPr="00124945" w:rsidRDefault="00726AF6" w:rsidP="007F278F">
      <w:pPr>
        <w:rPr>
          <w:u w:val="single"/>
        </w:rPr>
      </w:pPr>
    </w:p>
    <w:p w:rsidR="00726AF6" w:rsidRPr="00124945" w:rsidRDefault="00726AF6" w:rsidP="007F278F">
      <w:pPr>
        <w:rPr>
          <w:u w:val="single"/>
        </w:rPr>
      </w:pPr>
    </w:p>
    <w:p w:rsidR="00726AF6" w:rsidRPr="00124945" w:rsidRDefault="00726AF6" w:rsidP="007F278F">
      <w:pPr>
        <w:rPr>
          <w:u w:val="single"/>
        </w:rPr>
      </w:pPr>
    </w:p>
    <w:p w:rsidR="00726AF6" w:rsidRPr="00124945" w:rsidRDefault="00726AF6" w:rsidP="007F278F">
      <w:pPr>
        <w:rPr>
          <w:u w:val="single"/>
        </w:rPr>
      </w:pPr>
    </w:p>
    <w:p w:rsidR="000E3F10" w:rsidRPr="00124945" w:rsidRDefault="000E3F10" w:rsidP="00726AF6">
      <w:pPr>
        <w:spacing w:line="360" w:lineRule="auto"/>
        <w:rPr>
          <w:u w:val="single"/>
        </w:rPr>
      </w:pP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</w:p>
    <w:p w:rsidR="00D911DF" w:rsidRPr="00124945" w:rsidRDefault="00D911DF" w:rsidP="007F278F">
      <w:pPr>
        <w:rPr>
          <w:u w:val="single"/>
        </w:rPr>
      </w:pPr>
    </w:p>
    <w:p w:rsidR="00004793" w:rsidRPr="00124945" w:rsidRDefault="00004793" w:rsidP="007F278F">
      <w:pPr>
        <w:rPr>
          <w:u w:val="single"/>
        </w:rPr>
      </w:pPr>
    </w:p>
    <w:p w:rsidR="00282DEA" w:rsidRPr="00124945" w:rsidRDefault="00282DEA" w:rsidP="007F278F">
      <w:pPr>
        <w:rPr>
          <w:b/>
          <w:u w:val="single"/>
        </w:rPr>
      </w:pPr>
      <w:r w:rsidRPr="00124945">
        <w:rPr>
          <w:b/>
          <w:u w:val="single"/>
        </w:rPr>
        <w:t>6.RP.3d</w:t>
      </w:r>
    </w:p>
    <w:p w:rsidR="00004793" w:rsidRPr="00124945" w:rsidRDefault="00D911DF" w:rsidP="007F278F">
      <w:pPr>
        <w:rPr>
          <w:u w:val="single"/>
        </w:rPr>
      </w:pPr>
      <w:r w:rsidRPr="00124945">
        <w:rPr>
          <w:u w:val="single"/>
        </w:rPr>
        <w:t>Malia is in charge of making the fruit punch for the party.  She knows that there are 4 quarts in a gallon.  The first lady’s crystal punch bowl can hold 5 gallons.  How many quarts should Malia make to fill the bowl?</w:t>
      </w:r>
      <w:r w:rsidRPr="00124945">
        <w:rPr>
          <w:u w:val="single"/>
        </w:rPr>
        <w:tab/>
      </w:r>
    </w:p>
    <w:p w:rsidR="00004793" w:rsidRPr="00124945" w:rsidRDefault="00004793" w:rsidP="007F278F">
      <w:pPr>
        <w:rPr>
          <w:u w:val="single"/>
        </w:rPr>
      </w:pPr>
    </w:p>
    <w:p w:rsidR="00004793" w:rsidRPr="00124945" w:rsidRDefault="00004793" w:rsidP="007F278F">
      <w:pPr>
        <w:rPr>
          <w:u w:val="single"/>
        </w:rPr>
      </w:pPr>
    </w:p>
    <w:p w:rsidR="00004793" w:rsidRPr="00124945" w:rsidRDefault="00004793" w:rsidP="007F278F">
      <w:pPr>
        <w:rPr>
          <w:u w:val="single"/>
        </w:rPr>
      </w:pPr>
    </w:p>
    <w:p w:rsidR="00004793" w:rsidRPr="00124945" w:rsidRDefault="00004793" w:rsidP="007F278F">
      <w:pPr>
        <w:rPr>
          <w:u w:val="single"/>
        </w:rPr>
      </w:pPr>
    </w:p>
    <w:p w:rsidR="00004793" w:rsidRPr="00124945" w:rsidRDefault="00004793" w:rsidP="007F278F">
      <w:pPr>
        <w:rPr>
          <w:u w:val="single"/>
        </w:rPr>
      </w:pPr>
    </w:p>
    <w:p w:rsidR="00004793" w:rsidRPr="00124945" w:rsidRDefault="00004793" w:rsidP="007F278F">
      <w:pPr>
        <w:rPr>
          <w:u w:val="single"/>
        </w:rPr>
      </w:pPr>
    </w:p>
    <w:p w:rsidR="00004793" w:rsidRPr="00124945" w:rsidRDefault="00004793" w:rsidP="007F278F">
      <w:pPr>
        <w:rPr>
          <w:u w:val="single"/>
        </w:rPr>
      </w:pPr>
    </w:p>
    <w:p w:rsidR="00D911DF" w:rsidRPr="00124945" w:rsidRDefault="00D911DF" w:rsidP="00004793">
      <w:pPr>
        <w:spacing w:line="360" w:lineRule="auto"/>
        <w:rPr>
          <w:u w:val="single"/>
        </w:rPr>
      </w:pP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  <w:r w:rsidRPr="00124945">
        <w:rPr>
          <w:u w:val="single"/>
        </w:rPr>
        <w:tab/>
      </w:r>
    </w:p>
    <w:sectPr w:rsidR="00D911DF" w:rsidRPr="00124945" w:rsidSect="00603DEA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48E" w:rsidRDefault="00E7448E" w:rsidP="00603DEA">
      <w:r>
        <w:separator/>
      </w:r>
    </w:p>
  </w:endnote>
  <w:endnote w:type="continuationSeparator" w:id="0">
    <w:p w:rsidR="00E7448E" w:rsidRDefault="00E7448E" w:rsidP="00603D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48E" w:rsidRDefault="00E7448E" w:rsidP="00603DEA">
      <w:r>
        <w:separator/>
      </w:r>
    </w:p>
  </w:footnote>
  <w:footnote w:type="continuationSeparator" w:id="0">
    <w:p w:rsidR="00E7448E" w:rsidRDefault="00E7448E" w:rsidP="00603D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B6689D"/>
    <w:multiLevelType w:val="hybridMultilevel"/>
    <w:tmpl w:val="27321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64A2"/>
    <w:rsid w:val="00004793"/>
    <w:rsid w:val="000B1453"/>
    <w:rsid w:val="000E3F10"/>
    <w:rsid w:val="00124945"/>
    <w:rsid w:val="00137C8A"/>
    <w:rsid w:val="00174C36"/>
    <w:rsid w:val="001A3E6B"/>
    <w:rsid w:val="00217080"/>
    <w:rsid w:val="00242CFF"/>
    <w:rsid w:val="0027175D"/>
    <w:rsid w:val="00273879"/>
    <w:rsid w:val="00282DEA"/>
    <w:rsid w:val="002C7201"/>
    <w:rsid w:val="00321A2B"/>
    <w:rsid w:val="00370B2D"/>
    <w:rsid w:val="00380021"/>
    <w:rsid w:val="003F328E"/>
    <w:rsid w:val="0049422F"/>
    <w:rsid w:val="004B048C"/>
    <w:rsid w:val="00531FC0"/>
    <w:rsid w:val="005607FE"/>
    <w:rsid w:val="005958BB"/>
    <w:rsid w:val="00596E5B"/>
    <w:rsid w:val="00603DEA"/>
    <w:rsid w:val="00622218"/>
    <w:rsid w:val="006A5B23"/>
    <w:rsid w:val="006A6BD6"/>
    <w:rsid w:val="006B15BB"/>
    <w:rsid w:val="00726AF6"/>
    <w:rsid w:val="007405D5"/>
    <w:rsid w:val="007F278F"/>
    <w:rsid w:val="00865A9A"/>
    <w:rsid w:val="00876979"/>
    <w:rsid w:val="008A782E"/>
    <w:rsid w:val="008F6ECA"/>
    <w:rsid w:val="00934981"/>
    <w:rsid w:val="0094212B"/>
    <w:rsid w:val="009C237E"/>
    <w:rsid w:val="00A00DD1"/>
    <w:rsid w:val="00A87F00"/>
    <w:rsid w:val="00AB4D61"/>
    <w:rsid w:val="00AC0820"/>
    <w:rsid w:val="00AE7339"/>
    <w:rsid w:val="00B61D12"/>
    <w:rsid w:val="00B662AB"/>
    <w:rsid w:val="00B67C23"/>
    <w:rsid w:val="00B67EE3"/>
    <w:rsid w:val="00B8025F"/>
    <w:rsid w:val="00BA49E8"/>
    <w:rsid w:val="00BE19ED"/>
    <w:rsid w:val="00BF0F9A"/>
    <w:rsid w:val="00C05E81"/>
    <w:rsid w:val="00C564A2"/>
    <w:rsid w:val="00C67523"/>
    <w:rsid w:val="00C82242"/>
    <w:rsid w:val="00CB0F0A"/>
    <w:rsid w:val="00CF08CC"/>
    <w:rsid w:val="00D911DF"/>
    <w:rsid w:val="00D93114"/>
    <w:rsid w:val="00E20659"/>
    <w:rsid w:val="00E65F26"/>
    <w:rsid w:val="00E74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5BB"/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3D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3DEA"/>
  </w:style>
  <w:style w:type="paragraph" w:styleId="Footer">
    <w:name w:val="footer"/>
    <w:basedOn w:val="Normal"/>
    <w:link w:val="FooterChar"/>
    <w:uiPriority w:val="99"/>
    <w:semiHidden/>
    <w:unhideWhenUsed/>
    <w:rsid w:val="00603D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3DEA"/>
  </w:style>
  <w:style w:type="table" w:styleId="TableGrid">
    <w:name w:val="Table Grid"/>
    <w:basedOn w:val="TableNormal"/>
    <w:uiPriority w:val="59"/>
    <w:rsid w:val="00865A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564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4A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61D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Desktop\CC%20TASK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B13E24-B41A-42E3-9206-8C90F500F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 TASK Template</Template>
  <TotalTime>89</TotalTime>
  <Pages>3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37</cp:revision>
  <cp:lastPrinted>2012-11-27T12:33:00Z</cp:lastPrinted>
  <dcterms:created xsi:type="dcterms:W3CDTF">2012-11-26T12:10:00Z</dcterms:created>
  <dcterms:modified xsi:type="dcterms:W3CDTF">2012-12-12T12:04:00Z</dcterms:modified>
</cp:coreProperties>
</file>